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36A" w:rsidRDefault="00975174" w:rsidP="00336E2C">
      <w:pPr>
        <w:pStyle w:val="LabTitle"/>
        <w:rPr>
          <w:rStyle w:val="LabTitleInstVersred"/>
          <w:lang w:val="pl-PL"/>
          <w:rFonts/>
        </w:rPr>
      </w:pPr>
      <w:r>
        <w:rPr>
          <w:lang w:val="pl-PL"/>
          <w:rFonts/>
        </w:rPr>
        <w:t xml:space="preserve">Ćwiczenie – Kto Posiada Twoje Dane?</w:t>
      </w:r>
      <w:r>
        <w:rPr>
          <w:rStyle w:val="LabTitleInstVersred"/>
          <w:lang w:val="pl-PL"/>
          <w:rFonts/>
        </w:rPr>
        <w:t xml:space="preserve"> (Wersja dla nauczyciela)</w:t>
      </w:r>
    </w:p>
    <w:p w:rsidR="00484105" w:rsidRDefault="00484105" w:rsidP="00484105">
      <w:pPr>
        <w:pStyle w:val="InstNoteRed"/>
      </w:pPr>
      <w:r>
        <w:rPr>
          <w:b w:val="true"/>
          <w:lang w:val="pl-PL"/>
          <w:rFonts/>
        </w:rPr>
        <w:t xml:space="preserve">Informacja dla instruktora</w:t>
      </w:r>
      <w:r w:rsidRPr="001C05A1">
        <w:rPr>
          <w:lang w:val="pl-PL"/>
          <w:rFonts/>
        </w:rPr>
        <w:t xml:space="preserve">: Fragmenty tekstu oznaczone czcionką czerwoną lub podświetlone na szaro są dostępne wyłącznie w wersji dokumentu dla instruktora.</w:t>
      </w:r>
    </w:p>
    <w:p w:rsidR="009D2C27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Zadania</w:t>
      </w:r>
    </w:p>
    <w:p w:rsidR="0002636A" w:rsidRDefault="0002636A" w:rsidP="00A40148">
      <w:pPr>
        <w:pStyle w:val="BodyTextL25"/>
      </w:pPr>
      <w:r>
        <w:rPr>
          <w:lang w:val="pl-PL"/>
          <w:rFonts/>
        </w:rPr>
        <w:t xml:space="preserve">Zastanów się, kto jest w posiadaniu Twoich danych przechowywanych poza lokalnym systemem.</w:t>
      </w:r>
    </w:p>
    <w:p w:rsidR="0085531D" w:rsidRDefault="0085531D" w:rsidP="0085531D">
      <w:pPr>
        <w:pStyle w:val="BodyTextL25Bold"/>
      </w:pPr>
      <w:r>
        <w:rPr>
          <w:lang w:val="pl-PL"/>
          <w:rFonts/>
        </w:rPr>
        <w:t xml:space="preserve">Część 1: Zapoznaj się z warunkami świadczenia usług.</w:t>
      </w:r>
    </w:p>
    <w:p w:rsidR="003B46E1" w:rsidRPr="0002636A" w:rsidRDefault="003B46E1" w:rsidP="0085531D">
      <w:pPr>
        <w:pStyle w:val="BodyTextL25Bold"/>
      </w:pPr>
      <w:r>
        <w:rPr>
          <w:lang w:val="pl-PL"/>
          <w:rFonts/>
        </w:rPr>
        <w:t xml:space="preserve">Część 2: Czy masz świadomość, na co wyraziłeś zgodę?</w:t>
      </w:r>
    </w:p>
    <w:p w:rsidR="00C07FD9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Wprowadzenie</w:t>
      </w:r>
    </w:p>
    <w:p w:rsidR="00737EEE" w:rsidRDefault="00737EEE" w:rsidP="0002636A">
      <w:pPr>
        <w:pStyle w:val="BodyTextL25"/>
      </w:pPr>
      <w:r>
        <w:rPr>
          <w:lang w:val="pl-PL"/>
          <w:rFonts/>
        </w:rPr>
        <w:t xml:space="preserve">Media społecznościowe oraz internetowe dyski stały się nieodłączną częścią życia wielu ludzi.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Pliki, zdjęcia i filmy są udostępniane znajomym i rodzinie.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Współpraca oraz komunikacja za pośrednictwem Internetu jest prowadzona między ludźmi, których dzieli duża odległość.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Przechowywanie danych nie jest już ograniczone wyłącznie do lokalnych urządzeń.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Położenie geograficzne dysków i nośników pamięci w odległych lokalizacjach nie jest już przeszkodą dla przechowywania danych lub tworzenia kopii zapasowych.</w:t>
      </w:r>
    </w:p>
    <w:p w:rsidR="00737EEE" w:rsidRDefault="00737EEE" w:rsidP="00737EEE">
      <w:pPr>
        <w:pStyle w:val="BodyTextL25"/>
      </w:pPr>
      <w:r>
        <w:rPr>
          <w:lang w:val="pl-PL"/>
          <w:rFonts/>
        </w:rPr>
        <w:t xml:space="preserve">W tym ćwiczeniu zapoznasz się z umowami prawnymi wymaganymi do korzystania z różnych usług online.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Omówimy także wybrane sposoby ochrony Twoich danych.</w:t>
      </w:r>
    </w:p>
    <w:p w:rsidR="007D2AFE" w:rsidRDefault="007D2AFE" w:rsidP="00216DDE">
      <w:pPr>
        <w:pStyle w:val="LabSection"/>
        <w:outlineLvl w:val="0"/>
      </w:pPr>
      <w:r>
        <w:rPr>
          <w:lang w:val="pl-PL"/>
          <w:rFonts/>
        </w:rPr>
        <w:t xml:space="preserve">Wymagane zasoby</w:t>
      </w:r>
    </w:p>
    <w:p w:rsidR="0002636A" w:rsidRDefault="007B5099" w:rsidP="0002636A">
      <w:pPr>
        <w:pStyle w:val="Bulletlevel1"/>
      </w:pPr>
      <w:r>
        <w:rPr>
          <w:lang w:val="pl-PL"/>
          <w:rFonts/>
        </w:rPr>
        <w:t xml:space="preserve">Urządzenie z dostępem do Internetu</w:t>
      </w:r>
    </w:p>
    <w:p w:rsidR="0002636A" w:rsidRDefault="0002636A" w:rsidP="0002636A">
      <w:pPr>
        <w:pStyle w:val="PartHead"/>
      </w:pPr>
      <w:r>
        <w:rPr>
          <w:lang w:val="pl-PL"/>
          <w:rFonts/>
        </w:rPr>
        <w:t xml:space="preserve">Zapoznaj się z warunkami świadczenia usług.</w:t>
      </w:r>
    </w:p>
    <w:p w:rsidR="003B46E1" w:rsidRDefault="003B46E1" w:rsidP="003B46E1">
      <w:pPr>
        <w:pStyle w:val="BodyTextL25"/>
      </w:pPr>
      <w:r>
        <w:rPr>
          <w:lang w:val="pl-PL"/>
          <w:rFonts/>
        </w:rPr>
        <w:t xml:space="preserve">Jeśli korzystasz z internetowych usług przechowywania danych lub komunikowania się ze znajomymi, prawdopodobnie zawarłeś umowę z dostawcami tych usług.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"Warunki świadczenia usług", zwane również „Warunkami korzystania z serwisu" czy „Regulaminem", są prawnie wiążącą umową, która reguluje relację między Tobą, Twoim dostawcą oraz innymi osobami, które korzystają z usługi.</w:t>
      </w:r>
    </w:p>
    <w:p w:rsidR="00E21898" w:rsidRDefault="00E21898" w:rsidP="00257A72">
      <w:pPr>
        <w:pStyle w:val="BodyTextL25"/>
      </w:pPr>
      <w:r>
        <w:rPr>
          <w:lang w:val="pl-PL"/>
          <w:rFonts/>
        </w:rPr>
        <w:t xml:space="preserve">Przejdź teraz do dowolnej używanej przez Ciebie usługowej strony internetowej i odszukaj umowę świadczenia usług.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Poniżej znajduje się lista wielu popularnych serwisów społecznościowych oraz internetowych usług przechowywania danych.</w:t>
      </w:r>
    </w:p>
    <w:p w:rsidR="00E21898" w:rsidRPr="001B1098" w:rsidRDefault="00E21898" w:rsidP="00E21898">
      <w:pPr>
        <w:pStyle w:val="BodyTextL50"/>
        <w:rPr>
          <w:b/>
          <w:lang w:val="pl-PL"/>
          <w:rFonts/>
        </w:rPr>
      </w:pPr>
      <w:r>
        <w:rPr>
          <w:b w:val="true"/>
          <w:lang w:val="pl-PL"/>
          <w:rFonts/>
        </w:rPr>
        <w:t xml:space="preserve">Media społecznościowe</w:t>
      </w:r>
    </w:p>
    <w:p w:rsidR="00E21898" w:rsidRPr="001B1098" w:rsidRDefault="00E21898" w:rsidP="00E21898">
      <w:pPr>
        <w:pStyle w:val="BodyTextL50"/>
        <w:tabs>
          <w:tab w:val="left" w:pos="1710"/>
        </w:tabs>
        <w:rPr>
          <w:lang w:val="pl-PL"/>
          <w:rFonts/>
        </w:rPr>
      </w:pPr>
      <w:r>
        <w:rPr>
          <w:lang w:val="pl-PL"/>
          <w:rFonts/>
        </w:rPr>
        <w:t xml:space="preserve">Facebook:</w:t>
      </w:r>
      <w:r w:rsidRPr="001B1098">
        <w:rPr>
          <w:lang w:val="pl-PL"/>
          <w:rFonts/>
        </w:rPr>
        <w:tab/>
      </w:r>
      <w:hyperlink r:id="rId8" w:history="1">
        <w:r>
          <w:rPr>
            <w:rStyle w:val="Hyperlink"/>
            <w:lang w:val="pl-PL"/>
            <w:rFonts/>
          </w:rPr>
          <w:t xml:space="preserve">https://www.facebook.com/policies</w:t>
        </w:r>
      </w:hyperlink>
    </w:p>
    <w:p w:rsidR="00E21898" w:rsidRPr="001B1098" w:rsidRDefault="00E21898" w:rsidP="00E21898">
      <w:pPr>
        <w:pStyle w:val="BodyTextL50"/>
        <w:tabs>
          <w:tab w:val="left" w:pos="1710"/>
        </w:tabs>
        <w:rPr>
          <w:lang w:val="pl-PL"/>
          <w:rFonts/>
        </w:rPr>
      </w:pPr>
      <w:r>
        <w:rPr>
          <w:lang w:val="pl-PL"/>
          <w:rFonts/>
        </w:rPr>
        <w:t xml:space="preserve">Instagram:</w:t>
      </w:r>
      <w:r w:rsidRPr="001B1098">
        <w:rPr>
          <w:lang w:val="pl-PL"/>
          <w:rFonts/>
        </w:rPr>
        <w:tab/>
      </w:r>
      <w:hyperlink r:id="rId9" w:history="1">
        <w:r>
          <w:rPr>
            <w:rStyle w:val="Hyperlink"/>
            <w:lang w:val="pl-PL"/>
            <w:rFonts/>
          </w:rPr>
          <w:t xml:space="preserve">http://instagram.com/legal/terms/</w:t>
        </w:r>
      </w:hyperlink>
    </w:p>
    <w:p w:rsidR="00E21898" w:rsidRPr="001B1098" w:rsidRDefault="00E21898" w:rsidP="00E21898">
      <w:pPr>
        <w:pStyle w:val="BodyTextL50"/>
        <w:tabs>
          <w:tab w:val="left" w:pos="1710"/>
        </w:tabs>
        <w:rPr>
          <w:rStyle w:val="Hyperlink"/>
          <w:lang w:val="pl-PL"/>
          <w:rFonts/>
        </w:rPr>
      </w:pPr>
      <w:r>
        <w:rPr>
          <w:lang w:val="pl-PL"/>
          <w:rFonts/>
        </w:rPr>
        <w:t xml:space="preserve">Twitter:</w:t>
      </w:r>
      <w:r w:rsidRPr="001B1098">
        <w:rPr>
          <w:lang w:val="pl-PL"/>
          <w:rFonts/>
        </w:rPr>
        <w:tab/>
      </w:r>
      <w:hyperlink r:id="rId10" w:history="1">
        <w:r>
          <w:rPr>
            <w:rStyle w:val="Hyperlink"/>
            <w:lang w:val="pl-PL"/>
            <w:rFonts/>
          </w:rPr>
          <w:t xml:space="preserve">https://twitter.com/tos</w:t>
        </w:r>
      </w:hyperlink>
    </w:p>
    <w:p w:rsidR="00E21898" w:rsidRPr="001B1098" w:rsidRDefault="00E21898" w:rsidP="00E21898">
      <w:pPr>
        <w:pStyle w:val="BodyTextL50"/>
        <w:tabs>
          <w:tab w:val="left" w:pos="1710"/>
        </w:tabs>
        <w:rPr>
          <w:rStyle w:val="Hyperlink"/>
          <w:lang w:val="pl-PL"/>
          <w:rFonts/>
        </w:rPr>
      </w:pPr>
      <w:r>
        <w:rPr>
          <w:lang w:val="pl-PL"/>
          <w:rFonts/>
        </w:rPr>
        <w:t xml:space="preserve">Pinterest:</w:t>
      </w:r>
      <w:r w:rsidRPr="001B1098">
        <w:rPr>
          <w:lang w:val="pl-PL"/>
          <w:rFonts/>
        </w:rPr>
        <w:tab/>
      </w:r>
      <w:hyperlink r:id="rId11" w:history="1">
        <w:r>
          <w:rPr>
            <w:rStyle w:val="Hyperlink"/>
            <w:lang w:val="pl-PL"/>
            <w:rFonts/>
          </w:rPr>
          <w:t xml:space="preserve">https://about.pinterest.com/en/terms-service</w:t>
        </w:r>
      </w:hyperlink>
    </w:p>
    <w:p w:rsidR="00E21898" w:rsidRPr="00E21898" w:rsidRDefault="00E21898" w:rsidP="00E21898">
      <w:pPr>
        <w:pStyle w:val="BodyTextL50"/>
        <w:tabs>
          <w:tab w:val="left" w:pos="1710"/>
        </w:tabs>
        <w:rPr>
          <w:b/>
          <w:lang w:val="pl-PL"/>
          <w:rFonts/>
        </w:rPr>
      </w:pPr>
      <w:r>
        <w:rPr>
          <w:b w:val="true"/>
          <w:lang w:val="pl-PL"/>
          <w:rFonts/>
        </w:rPr>
        <w:t xml:space="preserve">Przechowywanie danych online</w:t>
      </w:r>
    </w:p>
    <w:p w:rsidR="00E21898" w:rsidRDefault="00E21898" w:rsidP="00E21898">
      <w:pPr>
        <w:pStyle w:val="BodyTextL50"/>
        <w:tabs>
          <w:tab w:val="left" w:pos="1710"/>
        </w:tabs>
      </w:pPr>
      <w:r>
        <w:rPr>
          <w:lang w:val="pl-PL"/>
          <w:rFonts/>
        </w:rPr>
        <w:t xml:space="preserve">iCloud:</w:t>
      </w:r>
      <w:r>
        <w:rPr>
          <w:lang w:val="pl-PL"/>
          <w:rFonts/>
        </w:rPr>
        <w:tab/>
      </w:r>
      <w:hyperlink r:id="rId12" w:history="1">
        <w:r>
          <w:rPr>
            <w:rStyle w:val="Hyperlink"/>
            <w:lang w:val="pl-PL"/>
            <w:rFonts/>
          </w:rPr>
          <w:t xml:space="preserve">https://www.apple.com/legal/internet-services/icloud/en/terms.html</w:t>
        </w:r>
      </w:hyperlink>
    </w:p>
    <w:p w:rsidR="00E21898" w:rsidRDefault="00E21898" w:rsidP="00E21898">
      <w:pPr>
        <w:pStyle w:val="BodyTextL50"/>
        <w:tabs>
          <w:tab w:val="left" w:pos="1710"/>
        </w:tabs>
      </w:pPr>
      <w:r>
        <w:rPr>
          <w:lang w:val="pl-PL"/>
          <w:rFonts/>
        </w:rPr>
        <w:t xml:space="preserve">Dropbox:</w:t>
      </w:r>
      <w:r>
        <w:rPr>
          <w:lang w:val="pl-PL"/>
          <w:rFonts/>
        </w:rPr>
        <w:tab/>
      </w:r>
      <w:hyperlink r:id="rId13" w:history="1">
        <w:r>
          <w:rPr>
            <w:rStyle w:val="Hyperlink"/>
            <w:lang w:val="pl-PL"/>
            <w:rFonts/>
          </w:rPr>
          <w:t xml:space="preserve">https://www.dropbox.com/terms2014</w:t>
        </w:r>
      </w:hyperlink>
    </w:p>
    <w:p w:rsidR="00E21898" w:rsidRDefault="00E21898" w:rsidP="00E21898">
      <w:pPr>
        <w:pStyle w:val="BodyTextL50"/>
        <w:tabs>
          <w:tab w:val="left" w:pos="1710"/>
        </w:tabs>
      </w:pPr>
      <w:r>
        <w:rPr>
          <w:lang w:val="pl-PL"/>
          <w:rFonts/>
        </w:rPr>
        <w:t xml:space="preserve">OneDrive:</w:t>
      </w:r>
      <w:r>
        <w:rPr>
          <w:lang w:val="pl-PL"/>
          <w:rFonts/>
        </w:rPr>
        <w:tab/>
      </w:r>
      <w:hyperlink r:id="rId14" w:history="1">
        <w:r>
          <w:rPr>
            <w:rStyle w:val="Hyperlink"/>
            <w:lang w:val="pl-PL"/>
            <w:rFonts/>
          </w:rPr>
          <w:t xml:space="preserve">http://windows.microsoft.com/en-us/windows/microsoft-services-agreement</w:t>
        </w:r>
      </w:hyperlink>
    </w:p>
    <w:p w:rsidR="00E21898" w:rsidRPr="00E21898" w:rsidRDefault="00E21898" w:rsidP="00257A72">
      <w:pPr>
        <w:pStyle w:val="BodyTextL25"/>
      </w:pPr>
      <w:r>
        <w:rPr>
          <w:lang w:val="pl-PL"/>
          <w:rFonts/>
        </w:rPr>
        <w:t xml:space="preserve">Zapoznaj się z warunkami świadczenia usług na tych serwisach, a następnie odpowiedz na poniższe pytania.</w:t>
      </w:r>
    </w:p>
    <w:p w:rsidR="000E6418" w:rsidRDefault="000E6418" w:rsidP="008961CC">
      <w:pPr>
        <w:pStyle w:val="SubStepAlpha"/>
        <w:keepLines/>
      </w:pPr>
      <w:r>
        <w:rPr>
          <w:lang w:val="pl-PL"/>
          <w:rFonts/>
        </w:rPr>
        <w:t xml:space="preserve">Czy posiadasz konto u dostawcy usług internetowych?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Jeśli tak, to czy zapoznałeś się z umową dotyczącą warunków świadczenia usług?</w:t>
      </w:r>
    </w:p>
    <w:p w:rsidR="009515FB" w:rsidRDefault="009515FB" w:rsidP="009515FB">
      <w:pPr>
        <w:pStyle w:val="BodyTextL50"/>
        <w:keepLines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9515FB" w:rsidRDefault="009515FB" w:rsidP="009515FB">
      <w:pPr>
        <w:pStyle w:val="BodyTextL50"/>
        <w:keepLines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21898" w:rsidRPr="00E21898" w:rsidRDefault="00E21898" w:rsidP="00E21898">
      <w:pPr>
        <w:pStyle w:val="BodyTextL5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Odpowiedzi będą się różnić.</w:t>
      </w:r>
    </w:p>
    <w:p w:rsidR="00E21898" w:rsidRDefault="00EF7327" w:rsidP="008961CC">
      <w:pPr>
        <w:pStyle w:val="SubStepAlpha"/>
        <w:keepLines/>
      </w:pPr>
      <w:r>
        <w:rPr>
          <w:lang w:val="pl-PL"/>
          <w:rFonts/>
        </w:rPr>
        <w:t xml:space="preserve">Jaka jest polityka przetwarzania danych?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21898" w:rsidRDefault="00E21898" w:rsidP="00E21898">
      <w:pPr>
        <w:pStyle w:val="BodyTextL50"/>
      </w:pPr>
      <w:r>
        <w:rPr>
          <w:rStyle w:val="AnswerGray"/>
          <w:lang w:val="pl-PL"/>
          <w:rFonts/>
        </w:rPr>
        <w:t xml:space="preserve">Odpowiedzi będą się różnić.</w:t>
      </w:r>
    </w:p>
    <w:p w:rsidR="00E21898" w:rsidRDefault="00E21898" w:rsidP="008961CC">
      <w:pPr>
        <w:pStyle w:val="SubStepAlpha"/>
        <w:keepLines/>
      </w:pPr>
      <w:r>
        <w:rPr>
          <w:lang w:val="pl-PL"/>
          <w:rFonts/>
        </w:rPr>
        <w:t xml:space="preserve">Jak wyglądają zasady prywatności?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21898" w:rsidRDefault="00E21898" w:rsidP="00E21898">
      <w:pPr>
        <w:pStyle w:val="BodyTextL50"/>
      </w:pPr>
      <w:r>
        <w:rPr>
          <w:rStyle w:val="AnswerGray"/>
          <w:lang w:val="pl-PL"/>
          <w:rFonts/>
        </w:rPr>
        <w:t xml:space="preserve">Odpowiedzi będą się różnić.</w:t>
      </w:r>
    </w:p>
    <w:p w:rsidR="00E21898" w:rsidRDefault="00E21898" w:rsidP="008961CC">
      <w:pPr>
        <w:pStyle w:val="SubStepAlpha"/>
        <w:keepLines/>
      </w:pPr>
      <w:r>
        <w:rPr>
          <w:lang w:val="pl-PL"/>
          <w:rFonts/>
        </w:rPr>
        <w:t xml:space="preserve">Jaka jest polityka bezpieczeństwa?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21898" w:rsidRDefault="00E21898" w:rsidP="00E21898">
      <w:pPr>
        <w:pStyle w:val="BodyTextL50"/>
      </w:pPr>
      <w:r>
        <w:rPr>
          <w:rStyle w:val="AnswerGray"/>
          <w:lang w:val="pl-PL"/>
          <w:rFonts/>
        </w:rPr>
        <w:t xml:space="preserve">Odpowiedzi będą się różnić.</w:t>
      </w:r>
    </w:p>
    <w:p w:rsidR="00EF7327" w:rsidRDefault="00EF7327" w:rsidP="008961CC">
      <w:pPr>
        <w:pStyle w:val="SubStepAlpha"/>
        <w:keepLines/>
      </w:pPr>
      <w:r>
        <w:rPr>
          <w:lang w:val="pl-PL"/>
          <w:rFonts/>
        </w:rPr>
        <w:t xml:space="preserve">Jakie prawa zachowujesz wobec własnych danych?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Czy możesz otrzymać kopię swoich danych?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21898" w:rsidRDefault="00EF7327" w:rsidP="00EF7327">
      <w:pPr>
        <w:pStyle w:val="BodyTextL5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Odpowiedzi będą się różnić.</w:t>
      </w:r>
    </w:p>
    <w:p w:rsidR="00257A72" w:rsidRDefault="00257A72" w:rsidP="008961CC">
      <w:pPr>
        <w:pStyle w:val="SubStepAlpha"/>
        <w:keepLines/>
        <w:rPr>
          <w:rStyle w:val="AnswerGray"/>
          <w:lang w:val="pl-PL"/>
          <w:rFonts/>
        </w:rPr>
      </w:pPr>
      <w:r>
        <w:rPr>
          <w:lang w:val="pl-PL"/>
          <w:rFonts/>
        </w:rPr>
        <w:t xml:space="preserve">Co usługodawca może zrobić z Twoimi danymi?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257A72" w:rsidRDefault="00257A72" w:rsidP="00257A72">
      <w:pPr>
        <w:pStyle w:val="BodyTextL5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Odpowiedzi będą się różnić.</w:t>
      </w:r>
    </w:p>
    <w:p w:rsidR="00EF7327" w:rsidRDefault="00EF7327" w:rsidP="008961CC">
      <w:pPr>
        <w:pStyle w:val="SubStepAlpha"/>
        <w:keepLines/>
      </w:pPr>
      <w:r>
        <w:rPr>
          <w:lang w:val="pl-PL"/>
          <w:rFonts/>
        </w:rPr>
        <w:t xml:space="preserve">Co stanie się z Twoimi danymi po usunięciu konta?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EF7327" w:rsidRDefault="00EF7327" w:rsidP="00EF7327">
      <w:pPr>
        <w:pStyle w:val="BodyTextL5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Odpowiedzi będą się różnić.</w:t>
      </w:r>
    </w:p>
    <w:p w:rsidR="00257A72" w:rsidRDefault="00257A72" w:rsidP="00257A72">
      <w:pPr>
        <w:pStyle w:val="PartHead"/>
      </w:pPr>
      <w:r>
        <w:rPr>
          <w:lang w:val="pl-PL"/>
          <w:rFonts/>
        </w:rPr>
        <w:t xml:space="preserve">Czy masz świadomość, na co wyraziłeś zgodę?</w:t>
      </w:r>
    </w:p>
    <w:p w:rsidR="00257A72" w:rsidRDefault="008B48F0" w:rsidP="00257A72">
      <w:pPr>
        <w:pStyle w:val="BodyTextL25"/>
      </w:pPr>
      <w:r>
        <w:rPr>
          <w:lang w:val="pl-PL"/>
          <w:rFonts/>
        </w:rPr>
        <w:t xml:space="preserve">Czy po utworzeniu konta i zaakceptowaniu warunków korzystania z usług masz pełną świadomość, na co wyraziłeś zgodę?</w:t>
      </w:r>
    </w:p>
    <w:p w:rsidR="008B48F0" w:rsidRDefault="008B48F0" w:rsidP="00257A72">
      <w:pPr>
        <w:pStyle w:val="BodyTextL25"/>
      </w:pPr>
      <w:r>
        <w:rPr>
          <w:lang w:val="pl-PL"/>
          <w:rFonts/>
        </w:rPr>
        <w:t xml:space="preserve">W części 2 dowiesz się, jak rozumieć warunki korzystania z usług oraz w jaki sposób posługują się nimi dostawcy.</w:t>
      </w:r>
    </w:p>
    <w:p w:rsidR="008B48F0" w:rsidRDefault="008B48F0" w:rsidP="00257A72">
      <w:pPr>
        <w:pStyle w:val="BodyTextL25"/>
      </w:pPr>
      <w:r>
        <w:rPr>
          <w:lang w:val="pl-PL"/>
          <w:rFonts/>
        </w:rPr>
        <w:t xml:space="preserve">Wyszukaj w Internecie informacje dotyczące interpretacji warunków korzystania z usług.</w:t>
      </w:r>
    </w:p>
    <w:p w:rsidR="008B48F0" w:rsidRDefault="008B48F0" w:rsidP="00257A72">
      <w:pPr>
        <w:pStyle w:val="BodyTextL25"/>
      </w:pPr>
      <w:r>
        <w:rPr>
          <w:lang w:val="pl-PL"/>
          <w:rFonts/>
        </w:rPr>
        <w:t xml:space="preserve">Poniżej znajdziesz kilka przykładowych artykułów w języku angielskim, które pomogą Ci zorientować się w temacie.</w:t>
      </w:r>
    </w:p>
    <w:p w:rsidR="008B48F0" w:rsidRDefault="008B48F0" w:rsidP="00257A72">
      <w:pPr>
        <w:pStyle w:val="BodyTextL25"/>
      </w:pPr>
      <w:r>
        <w:rPr>
          <w:lang w:val="pl-PL"/>
          <w:rFonts/>
        </w:rPr>
        <w:t xml:space="preserve">Facebook:</w:t>
      </w:r>
    </w:p>
    <w:p w:rsidR="008B48F0" w:rsidRDefault="00425308" w:rsidP="00257A72">
      <w:pPr>
        <w:pStyle w:val="BodyTextL25"/>
      </w:pPr>
      <w:hyperlink r:id="rId15" w:history="1">
        <w:r>
          <w:rPr>
            <w:rStyle w:val="Hyperlink"/>
            <w:lang w:val="pl-PL"/>
            <w:rFonts/>
          </w:rPr>
          <w:t xml:space="preserve">http://www.telegraph.co.uk/technology/social-media/9780565/Facebook-terms-and-conditions-why-you-dont-own-your-online-life.html</w:t>
        </w:r>
      </w:hyperlink>
    </w:p>
    <w:p w:rsidR="008B48F0" w:rsidRDefault="008B48F0" w:rsidP="00257A72">
      <w:pPr>
        <w:pStyle w:val="BodyTextL25"/>
      </w:pPr>
      <w:r>
        <w:rPr>
          <w:lang w:val="pl-PL"/>
          <w:rFonts/>
        </w:rPr>
        <w:t xml:space="preserve">iCloud:</w:t>
      </w:r>
    </w:p>
    <w:p w:rsidR="008B48F0" w:rsidRDefault="00425308" w:rsidP="00257A72">
      <w:pPr>
        <w:pStyle w:val="BodyTextL25"/>
      </w:pPr>
      <w:hyperlink r:id="rId16" w:history="1">
        <w:r>
          <w:rPr>
            <w:rStyle w:val="Hyperlink"/>
            <w:lang w:val="pl-PL"/>
            <w:rFonts/>
          </w:rPr>
          <w:t xml:space="preserve">http://www.americanbar.org/publications/law_practice_today_home/law_practice_today_archive/april12/have-attorneys-read-the-icloud-terms-and-conditions.html</w:t>
        </w:r>
      </w:hyperlink>
    </w:p>
    <w:p w:rsidR="008B48F0" w:rsidRDefault="008B48F0" w:rsidP="00257A72">
      <w:pPr>
        <w:pStyle w:val="BodyTextL25"/>
      </w:pPr>
      <w:r>
        <w:rPr>
          <w:lang w:val="pl-PL"/>
          <w:rFonts/>
        </w:rPr>
        <w:t xml:space="preserve">Dropbox:</w:t>
      </w:r>
    </w:p>
    <w:p w:rsidR="008B48F0" w:rsidRDefault="00425308" w:rsidP="008B48F0">
      <w:pPr>
        <w:pStyle w:val="BodyTextL25"/>
      </w:pPr>
      <w:hyperlink r:id="rId17" w:history="1">
        <w:r>
          <w:rPr>
            <w:rStyle w:val="Hyperlink"/>
            <w:lang w:val="pl-PL"/>
            <w:rFonts/>
          </w:rPr>
          <w:t xml:space="preserve">http://www.legalgenealogist.com/blog/2014/02/24/terms-of-use-change-dropbox/</w:t>
        </w:r>
      </w:hyperlink>
    </w:p>
    <w:p w:rsidR="008B48F0" w:rsidRPr="00E21898" w:rsidRDefault="008B48F0" w:rsidP="008B48F0">
      <w:pPr>
        <w:pStyle w:val="BodyTextL25"/>
      </w:pPr>
      <w:r>
        <w:rPr>
          <w:lang w:val="pl-PL"/>
          <w:rFonts/>
        </w:rPr>
        <w:t xml:space="preserve">Przejrzyj artykuły i odpowiedz na poniższe pytania.</w:t>
      </w:r>
    </w:p>
    <w:p w:rsidR="008B48F0" w:rsidRDefault="008B48F0" w:rsidP="008961CC">
      <w:pPr>
        <w:pStyle w:val="SubStepAlpha"/>
        <w:keepLines/>
      </w:pPr>
      <w:r>
        <w:rPr>
          <w:lang w:val="pl-PL"/>
          <w:rFonts/>
        </w:rPr>
        <w:t xml:space="preserve">Co możesz zrobić, aby zadbać o bezpieczeństwo?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8B48F0" w:rsidRPr="00E21898" w:rsidRDefault="006A55FB" w:rsidP="008B48F0">
      <w:pPr>
        <w:pStyle w:val="BodyTextL5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Odpowiedzi mogą być różne.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Zawsze czytaj ze zrozumieniem treść warunków korzystania z serwisu, okresowo sprawdzaj, czy nie uległy zmianie.</w:t>
      </w:r>
    </w:p>
    <w:p w:rsidR="008B48F0" w:rsidRDefault="008B48F0" w:rsidP="008961CC">
      <w:pPr>
        <w:pStyle w:val="SubStepAlpha"/>
        <w:keepLines/>
      </w:pPr>
      <w:r>
        <w:rPr>
          <w:lang w:val="pl-PL"/>
          <w:rFonts/>
        </w:rPr>
        <w:t xml:space="preserve">Co możesz zrobić, aby zabezpieczyć swoje konto i chronić swoje dane?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9515FB" w:rsidRDefault="009515FB" w:rsidP="009515FB">
      <w:pPr>
        <w:pStyle w:val="BodyTextL5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8B48F0" w:rsidRPr="008B48F0" w:rsidRDefault="008B48F0" w:rsidP="008B48F0">
      <w:pPr>
        <w:pStyle w:val="BodyTextL50"/>
        <w:rPr>
          <w:shd w:val="clear" w:color="auto" w:fill="BFBFBF"/>
          <w:lang w:val="pl-PL"/>
          <w:rFonts/>
        </w:rPr>
      </w:pPr>
      <w:r>
        <w:rPr>
          <w:rStyle w:val="AnswerGray"/>
          <w:lang w:val="pl-PL"/>
          <w:rFonts/>
        </w:rPr>
        <w:t xml:space="preserve">Okresowo zmieniaj swoje hasła, używaj silnych haseł.</w:t>
      </w:r>
    </w:p>
    <w:sectPr w:rsidR="008B48F0" w:rsidRPr="008B48F0" w:rsidSect="008C4307">
      <w:headerReference w:type="default" r:id="rId18"/>
      <w:footerReference w:type="default" r:id="rId19"/>
      <w:headerReference w:type="first" r:id="rId20"/>
      <w:footerReference w:type="first" r:id="rId2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308" w:rsidRDefault="00425308" w:rsidP="0090659A">
      <w:pPr>
        <w:spacing w:after="0" w:line="240" w:lineRule="auto"/>
      </w:pPr>
      <w:r>
        <w:rPr>
          <w:lang w:val="pl-PL"/>
          <w:rFonts/>
        </w:rPr>
        <w:separator/>
      </w:r>
    </w:p>
    <w:p w:rsidR="00425308" w:rsidRDefault="00425308"/>
    <w:p w:rsidR="00425308" w:rsidRDefault="00425308"/>
    <w:p w:rsidR="00425308" w:rsidRDefault="00425308"/>
    <w:p w:rsidR="00425308" w:rsidRDefault="00425308"/>
  </w:endnote>
  <w:endnote w:type="continuationSeparator" w:id="0">
    <w:p w:rsidR="00425308" w:rsidRDefault="00425308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:rsidR="00425308" w:rsidRDefault="00425308"/>
    <w:p w:rsidR="00425308" w:rsidRDefault="00425308"/>
    <w:p w:rsidR="00425308" w:rsidRDefault="00425308"/>
    <w:p w:rsidR="00425308" w:rsidRDefault="004253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Pr="0090659A" w:rsidRDefault="00F036AD" w:rsidP="00F036AD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 w:rsidR="009515FB"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 w:rsidR="009515FB"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Pr="0090659A" w:rsidRDefault="00F036AD" w:rsidP="00F036AD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 w:rsidR="009515FB">
      <w:rPr>
        <w:b/>
        <w:szCs w:val="16"/>
        <w:lang w:val="pl-PL"/>
        <w:rFonts/>
      </w:rPr>
      <w:t xml:space="preserve">1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 w:rsidR="009515FB"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308" w:rsidRDefault="00425308" w:rsidP="0090659A">
      <w:pPr>
        <w:spacing w:after="0" w:line="240" w:lineRule="auto"/>
      </w:pPr>
      <w:r>
        <w:rPr>
          <w:lang w:val="pl-PL"/>
          <w:rFonts/>
        </w:rPr>
        <w:separator/>
      </w:r>
    </w:p>
    <w:p w:rsidR="00425308" w:rsidRDefault="00425308"/>
    <w:p w:rsidR="00425308" w:rsidRDefault="00425308"/>
    <w:p w:rsidR="00425308" w:rsidRDefault="00425308"/>
    <w:p w:rsidR="00425308" w:rsidRDefault="00425308"/>
  </w:footnote>
  <w:footnote w:type="continuationSeparator" w:id="0">
    <w:p w:rsidR="00425308" w:rsidRDefault="00425308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:rsidR="00425308" w:rsidRDefault="00425308"/>
    <w:p w:rsidR="00425308" w:rsidRDefault="00425308"/>
    <w:p w:rsidR="00425308" w:rsidRDefault="00425308"/>
    <w:p w:rsidR="00425308" w:rsidRDefault="004253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Default="00484105" w:rsidP="00C52BA6">
    <w:pPr>
      <w:pStyle w:val="PageHead"/>
    </w:pPr>
    <w:r>
      <w:rPr>
        <w:lang w:val="pl-PL"/>
        <w:rFonts/>
      </w:rPr>
      <w:t xml:space="preserve">Ćwiczenie – Kto Posiada Twoje Dane?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Default="00F036AD">
    <w:pPr>
      <w:pStyle w:val="Header"/>
    </w:pPr>
    <w:r w:rsidRPr="003503B9">
      <w:rPr>
        <w:lang w:val="pl-PL"/>
        <w:rFonts/>
      </w:rPr>
      <w:drawing>
        <wp:inline distT="0" distB="0" distL="0" distR="0" wp14:anchorId="1A288571" wp14:editId="1F93F720">
          <wp:extent cx="2514600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14600" cy="579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36AD" w:rsidRDefault="00F03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Część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Krok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Część%1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30E21039"/>
    <w:multiLevelType w:val="hybridMultilevel"/>
    <w:tmpl w:val="6EE8270C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70815DD9"/>
    <w:multiLevelType w:val="hybridMultilevel"/>
    <w:tmpl w:val="63B44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Część%1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kyi">
    <w15:presenceInfo w15:providerId="None" w15:userId="Suky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CyMDSzMDMytDQ0sTBW0lEKTi0uzszPAykwqgUAWMHnpywAAAA="/>
    <w:docVar w:name="__grammarly61__i" w:val="H4sIAAAAAAAEAKtWckksSQxILCpxzi/NK1GyMqwFAAEhoTITAAAA"/>
    <w:docVar w:name="__grammarly61_1" w:val="H4sIAAAAAAAEAKtWcslPLs1NzSvxTFGyUjJKM08yTDNN0TVKMUrVNUlOTdFNNEpL0bU0NU8zNDI1Mjczs1TSUQpOLS7OzM8DaTGvBQCeEKZmQwAAAA=="/>
  </w:docVars>
  <w:rsids>
    <w:rsidRoot w:val="0002636A"/>
    <w:rsid w:val="00001863"/>
    <w:rsid w:val="00003573"/>
    <w:rsid w:val="00004175"/>
    <w:rsid w:val="000059C9"/>
    <w:rsid w:val="000160F7"/>
    <w:rsid w:val="00016D5B"/>
    <w:rsid w:val="00016F30"/>
    <w:rsid w:val="0002047C"/>
    <w:rsid w:val="00021B9A"/>
    <w:rsid w:val="00022EEE"/>
    <w:rsid w:val="000242D6"/>
    <w:rsid w:val="00024EE5"/>
    <w:rsid w:val="0002636A"/>
    <w:rsid w:val="00033FFF"/>
    <w:rsid w:val="00036353"/>
    <w:rsid w:val="00040514"/>
    <w:rsid w:val="00041AF6"/>
    <w:rsid w:val="00044E62"/>
    <w:rsid w:val="00046C4E"/>
    <w:rsid w:val="00050BA4"/>
    <w:rsid w:val="00051738"/>
    <w:rsid w:val="00052548"/>
    <w:rsid w:val="00060696"/>
    <w:rsid w:val="00066FD6"/>
    <w:rsid w:val="00075AF2"/>
    <w:rsid w:val="000769CF"/>
    <w:rsid w:val="000815D8"/>
    <w:rsid w:val="00081E66"/>
    <w:rsid w:val="00083AC8"/>
    <w:rsid w:val="0008450C"/>
    <w:rsid w:val="00085CC6"/>
    <w:rsid w:val="00090C07"/>
    <w:rsid w:val="00091E8D"/>
    <w:rsid w:val="000923B7"/>
    <w:rsid w:val="00092C42"/>
    <w:rsid w:val="0009378D"/>
    <w:rsid w:val="00095FE3"/>
    <w:rsid w:val="00097163"/>
    <w:rsid w:val="000A0465"/>
    <w:rsid w:val="000A22C8"/>
    <w:rsid w:val="000B1AB3"/>
    <w:rsid w:val="000B2344"/>
    <w:rsid w:val="000B7DE5"/>
    <w:rsid w:val="000D55B4"/>
    <w:rsid w:val="000E350C"/>
    <w:rsid w:val="000E6418"/>
    <w:rsid w:val="000E65F0"/>
    <w:rsid w:val="000F072C"/>
    <w:rsid w:val="000F6743"/>
    <w:rsid w:val="001006C2"/>
    <w:rsid w:val="00100919"/>
    <w:rsid w:val="00103C51"/>
    <w:rsid w:val="00107B2B"/>
    <w:rsid w:val="001110AC"/>
    <w:rsid w:val="00112AC5"/>
    <w:rsid w:val="001133DD"/>
    <w:rsid w:val="00116E4D"/>
    <w:rsid w:val="00116FD6"/>
    <w:rsid w:val="00120CBE"/>
    <w:rsid w:val="001232D3"/>
    <w:rsid w:val="001261C4"/>
    <w:rsid w:val="0013380D"/>
    <w:rsid w:val="00134122"/>
    <w:rsid w:val="001366EC"/>
    <w:rsid w:val="00137100"/>
    <w:rsid w:val="0014219C"/>
    <w:rsid w:val="001425ED"/>
    <w:rsid w:val="00144237"/>
    <w:rsid w:val="00150339"/>
    <w:rsid w:val="00154E3A"/>
    <w:rsid w:val="00156154"/>
    <w:rsid w:val="00157902"/>
    <w:rsid w:val="00157EB8"/>
    <w:rsid w:val="00162ED0"/>
    <w:rsid w:val="00163164"/>
    <w:rsid w:val="00165A06"/>
    <w:rsid w:val="00166253"/>
    <w:rsid w:val="00170E3D"/>
    <w:rsid w:val="001710C0"/>
    <w:rsid w:val="001720E1"/>
    <w:rsid w:val="00172AFB"/>
    <w:rsid w:val="001772B8"/>
    <w:rsid w:val="00180FBF"/>
    <w:rsid w:val="00182CF4"/>
    <w:rsid w:val="00186CE1"/>
    <w:rsid w:val="001925CB"/>
    <w:rsid w:val="00192F12"/>
    <w:rsid w:val="00193F14"/>
    <w:rsid w:val="00195FC1"/>
    <w:rsid w:val="00197614"/>
    <w:rsid w:val="001A0312"/>
    <w:rsid w:val="001A15DA"/>
    <w:rsid w:val="001A2694"/>
    <w:rsid w:val="001A3CC7"/>
    <w:rsid w:val="001A69AC"/>
    <w:rsid w:val="001B1098"/>
    <w:rsid w:val="001B67D8"/>
    <w:rsid w:val="001B6F95"/>
    <w:rsid w:val="001C05A1"/>
    <w:rsid w:val="001C1D9E"/>
    <w:rsid w:val="001C7C3B"/>
    <w:rsid w:val="001D093C"/>
    <w:rsid w:val="001D10E2"/>
    <w:rsid w:val="001D11AE"/>
    <w:rsid w:val="001D5B6F"/>
    <w:rsid w:val="001E0AB8"/>
    <w:rsid w:val="001E38E0"/>
    <w:rsid w:val="001E4E72"/>
    <w:rsid w:val="001E5C9E"/>
    <w:rsid w:val="001E62B3"/>
    <w:rsid w:val="001F0171"/>
    <w:rsid w:val="001F0D77"/>
    <w:rsid w:val="001F0DA9"/>
    <w:rsid w:val="001F4627"/>
    <w:rsid w:val="001F5CB8"/>
    <w:rsid w:val="001F7DD8"/>
    <w:rsid w:val="00201928"/>
    <w:rsid w:val="002027AE"/>
    <w:rsid w:val="00203E26"/>
    <w:rsid w:val="0020449C"/>
    <w:rsid w:val="002113B8"/>
    <w:rsid w:val="00215665"/>
    <w:rsid w:val="002163BB"/>
    <w:rsid w:val="00216DDE"/>
    <w:rsid w:val="0021792C"/>
    <w:rsid w:val="002227B3"/>
    <w:rsid w:val="002240AB"/>
    <w:rsid w:val="00225E37"/>
    <w:rsid w:val="002346A8"/>
    <w:rsid w:val="00242E3A"/>
    <w:rsid w:val="002506CF"/>
    <w:rsid w:val="0025107F"/>
    <w:rsid w:val="0025428A"/>
    <w:rsid w:val="00257A72"/>
    <w:rsid w:val="00260CD4"/>
    <w:rsid w:val="002638C2"/>
    <w:rsid w:val="002639D8"/>
    <w:rsid w:val="00265F77"/>
    <w:rsid w:val="00266C83"/>
    <w:rsid w:val="00267AD6"/>
    <w:rsid w:val="0027099E"/>
    <w:rsid w:val="002768DC"/>
    <w:rsid w:val="00281994"/>
    <w:rsid w:val="002A2A69"/>
    <w:rsid w:val="002A4A8D"/>
    <w:rsid w:val="002A4CF8"/>
    <w:rsid w:val="002A6C56"/>
    <w:rsid w:val="002B0405"/>
    <w:rsid w:val="002B2757"/>
    <w:rsid w:val="002C090C"/>
    <w:rsid w:val="002C1243"/>
    <w:rsid w:val="002C1815"/>
    <w:rsid w:val="002C19BB"/>
    <w:rsid w:val="002C475E"/>
    <w:rsid w:val="002C6AD6"/>
    <w:rsid w:val="002D2917"/>
    <w:rsid w:val="002D6C2A"/>
    <w:rsid w:val="002D7A86"/>
    <w:rsid w:val="002E2671"/>
    <w:rsid w:val="002E481D"/>
    <w:rsid w:val="002F45FF"/>
    <w:rsid w:val="002F5932"/>
    <w:rsid w:val="002F6D17"/>
    <w:rsid w:val="0030212F"/>
    <w:rsid w:val="00302887"/>
    <w:rsid w:val="003056EB"/>
    <w:rsid w:val="003071FF"/>
    <w:rsid w:val="00310652"/>
    <w:rsid w:val="0031371D"/>
    <w:rsid w:val="0031789F"/>
    <w:rsid w:val="00320788"/>
    <w:rsid w:val="003233A3"/>
    <w:rsid w:val="00327745"/>
    <w:rsid w:val="00331822"/>
    <w:rsid w:val="00336E2C"/>
    <w:rsid w:val="0034455D"/>
    <w:rsid w:val="0034604B"/>
    <w:rsid w:val="00346D17"/>
    <w:rsid w:val="00347972"/>
    <w:rsid w:val="0035469B"/>
    <w:rsid w:val="003559CC"/>
    <w:rsid w:val="003569D7"/>
    <w:rsid w:val="003608AC"/>
    <w:rsid w:val="00361D62"/>
    <w:rsid w:val="003636CF"/>
    <w:rsid w:val="003643F0"/>
    <w:rsid w:val="0036465A"/>
    <w:rsid w:val="0037266E"/>
    <w:rsid w:val="00374CA9"/>
    <w:rsid w:val="00375A29"/>
    <w:rsid w:val="0038581C"/>
    <w:rsid w:val="0039147C"/>
    <w:rsid w:val="00392C65"/>
    <w:rsid w:val="00392ED5"/>
    <w:rsid w:val="003A0537"/>
    <w:rsid w:val="003A19DC"/>
    <w:rsid w:val="003A1B45"/>
    <w:rsid w:val="003B46E1"/>
    <w:rsid w:val="003B46FC"/>
    <w:rsid w:val="003B5767"/>
    <w:rsid w:val="003B63E8"/>
    <w:rsid w:val="003B7605"/>
    <w:rsid w:val="003C5542"/>
    <w:rsid w:val="003C6BCA"/>
    <w:rsid w:val="003C7902"/>
    <w:rsid w:val="003C7DEA"/>
    <w:rsid w:val="003D0BFF"/>
    <w:rsid w:val="003E5BE5"/>
    <w:rsid w:val="003F18D1"/>
    <w:rsid w:val="003F48E8"/>
    <w:rsid w:val="003F4F0E"/>
    <w:rsid w:val="003F6E06"/>
    <w:rsid w:val="00403129"/>
    <w:rsid w:val="00403C7A"/>
    <w:rsid w:val="004057A6"/>
    <w:rsid w:val="00406554"/>
    <w:rsid w:val="004131B0"/>
    <w:rsid w:val="00415331"/>
    <w:rsid w:val="00416C42"/>
    <w:rsid w:val="0041702F"/>
    <w:rsid w:val="00422118"/>
    <w:rsid w:val="00422476"/>
    <w:rsid w:val="00422EC6"/>
    <w:rsid w:val="0042385C"/>
    <w:rsid w:val="00425308"/>
    <w:rsid w:val="00431654"/>
    <w:rsid w:val="00434926"/>
    <w:rsid w:val="00434C14"/>
    <w:rsid w:val="00444217"/>
    <w:rsid w:val="004478F4"/>
    <w:rsid w:val="00450F7A"/>
    <w:rsid w:val="00452C6D"/>
    <w:rsid w:val="00455E0B"/>
    <w:rsid w:val="00463B76"/>
    <w:rsid w:val="00463C37"/>
    <w:rsid w:val="00464D36"/>
    <w:rsid w:val="004659EE"/>
    <w:rsid w:val="004663AC"/>
    <w:rsid w:val="00477A80"/>
    <w:rsid w:val="00484105"/>
    <w:rsid w:val="00487E4C"/>
    <w:rsid w:val="00492BF2"/>
    <w:rsid w:val="004936C2"/>
    <w:rsid w:val="0049379C"/>
    <w:rsid w:val="00496A62"/>
    <w:rsid w:val="004A1CA0"/>
    <w:rsid w:val="004A22E9"/>
    <w:rsid w:val="004A4ACD"/>
    <w:rsid w:val="004A5BC5"/>
    <w:rsid w:val="004B023D"/>
    <w:rsid w:val="004B1FB8"/>
    <w:rsid w:val="004B44E8"/>
    <w:rsid w:val="004C0909"/>
    <w:rsid w:val="004C21B9"/>
    <w:rsid w:val="004C3F97"/>
    <w:rsid w:val="004C5466"/>
    <w:rsid w:val="004D01F2"/>
    <w:rsid w:val="004D3339"/>
    <w:rsid w:val="004D353F"/>
    <w:rsid w:val="004D36D7"/>
    <w:rsid w:val="004D5416"/>
    <w:rsid w:val="004D682B"/>
    <w:rsid w:val="004E2DDD"/>
    <w:rsid w:val="004E6152"/>
    <w:rsid w:val="004F344A"/>
    <w:rsid w:val="005037B0"/>
    <w:rsid w:val="00504ED4"/>
    <w:rsid w:val="00510639"/>
    <w:rsid w:val="00510E87"/>
    <w:rsid w:val="00516142"/>
    <w:rsid w:val="00520027"/>
    <w:rsid w:val="0052093C"/>
    <w:rsid w:val="00520C37"/>
    <w:rsid w:val="00521B31"/>
    <w:rsid w:val="00521DA7"/>
    <w:rsid w:val="005223FB"/>
    <w:rsid w:val="00522469"/>
    <w:rsid w:val="0052400A"/>
    <w:rsid w:val="0053411A"/>
    <w:rsid w:val="00536F43"/>
    <w:rsid w:val="00541D13"/>
    <w:rsid w:val="005510BA"/>
    <w:rsid w:val="00552454"/>
    <w:rsid w:val="005533C2"/>
    <w:rsid w:val="00554B4E"/>
    <w:rsid w:val="00556C02"/>
    <w:rsid w:val="00561BB2"/>
    <w:rsid w:val="00563249"/>
    <w:rsid w:val="00570A65"/>
    <w:rsid w:val="00573743"/>
    <w:rsid w:val="005762B1"/>
    <w:rsid w:val="00580456"/>
    <w:rsid w:val="00580E73"/>
    <w:rsid w:val="00582D35"/>
    <w:rsid w:val="00583E1F"/>
    <w:rsid w:val="00593386"/>
    <w:rsid w:val="00596998"/>
    <w:rsid w:val="005A0C58"/>
    <w:rsid w:val="005A6E62"/>
    <w:rsid w:val="005B6BF3"/>
    <w:rsid w:val="005C1436"/>
    <w:rsid w:val="005C272B"/>
    <w:rsid w:val="005C607F"/>
    <w:rsid w:val="005D0A07"/>
    <w:rsid w:val="005D2B29"/>
    <w:rsid w:val="005D354A"/>
    <w:rsid w:val="005D391A"/>
    <w:rsid w:val="005D63BF"/>
    <w:rsid w:val="005E3235"/>
    <w:rsid w:val="005E4176"/>
    <w:rsid w:val="005E65B5"/>
    <w:rsid w:val="005E693C"/>
    <w:rsid w:val="005E6A41"/>
    <w:rsid w:val="005F2F7A"/>
    <w:rsid w:val="005F3AE9"/>
    <w:rsid w:val="005F5AE2"/>
    <w:rsid w:val="006007BB"/>
    <w:rsid w:val="00601DC0"/>
    <w:rsid w:val="006034CB"/>
    <w:rsid w:val="006131CE"/>
    <w:rsid w:val="0061336B"/>
    <w:rsid w:val="00617D6E"/>
    <w:rsid w:val="0062075E"/>
    <w:rsid w:val="00622D61"/>
    <w:rsid w:val="00624198"/>
    <w:rsid w:val="00626704"/>
    <w:rsid w:val="00642815"/>
    <w:rsid w:val="006428E5"/>
    <w:rsid w:val="00643641"/>
    <w:rsid w:val="00644958"/>
    <w:rsid w:val="00653FA5"/>
    <w:rsid w:val="006575A3"/>
    <w:rsid w:val="00664188"/>
    <w:rsid w:val="00672919"/>
    <w:rsid w:val="00674732"/>
    <w:rsid w:val="006816A9"/>
    <w:rsid w:val="00685357"/>
    <w:rsid w:val="00686587"/>
    <w:rsid w:val="006871B2"/>
    <w:rsid w:val="006904CF"/>
    <w:rsid w:val="00691816"/>
    <w:rsid w:val="00695EE2"/>
    <w:rsid w:val="0069660B"/>
    <w:rsid w:val="006A1B33"/>
    <w:rsid w:val="006A48F1"/>
    <w:rsid w:val="006A55FB"/>
    <w:rsid w:val="006A71A3"/>
    <w:rsid w:val="006B03F2"/>
    <w:rsid w:val="006B1639"/>
    <w:rsid w:val="006B5CA7"/>
    <w:rsid w:val="006B5E89"/>
    <w:rsid w:val="006C19B2"/>
    <w:rsid w:val="006C30A0"/>
    <w:rsid w:val="006C35FF"/>
    <w:rsid w:val="006C3673"/>
    <w:rsid w:val="006C57F2"/>
    <w:rsid w:val="006C5949"/>
    <w:rsid w:val="006C6832"/>
    <w:rsid w:val="006D1370"/>
    <w:rsid w:val="006D1B21"/>
    <w:rsid w:val="006D2C28"/>
    <w:rsid w:val="006D3FC1"/>
    <w:rsid w:val="006D4071"/>
    <w:rsid w:val="006D755C"/>
    <w:rsid w:val="006E6581"/>
    <w:rsid w:val="006E71DF"/>
    <w:rsid w:val="006F1CC4"/>
    <w:rsid w:val="006F2A86"/>
    <w:rsid w:val="006F3163"/>
    <w:rsid w:val="006F4C91"/>
    <w:rsid w:val="007025FA"/>
    <w:rsid w:val="00705385"/>
    <w:rsid w:val="00705FEC"/>
    <w:rsid w:val="0071147A"/>
    <w:rsid w:val="0071185D"/>
    <w:rsid w:val="007125E6"/>
    <w:rsid w:val="007222AD"/>
    <w:rsid w:val="007267CF"/>
    <w:rsid w:val="00731F3F"/>
    <w:rsid w:val="00733BAB"/>
    <w:rsid w:val="00737EEE"/>
    <w:rsid w:val="0074181F"/>
    <w:rsid w:val="007436BF"/>
    <w:rsid w:val="007443E9"/>
    <w:rsid w:val="00745DCE"/>
    <w:rsid w:val="00753D89"/>
    <w:rsid w:val="00755C9B"/>
    <w:rsid w:val="00760FE4"/>
    <w:rsid w:val="00761A92"/>
    <w:rsid w:val="00763D8B"/>
    <w:rsid w:val="0076422C"/>
    <w:rsid w:val="007657F6"/>
    <w:rsid w:val="00765E47"/>
    <w:rsid w:val="0077125A"/>
    <w:rsid w:val="007730CD"/>
    <w:rsid w:val="00783B22"/>
    <w:rsid w:val="00783F2B"/>
    <w:rsid w:val="00786F58"/>
    <w:rsid w:val="00786FCD"/>
    <w:rsid w:val="00787493"/>
    <w:rsid w:val="00787CC1"/>
    <w:rsid w:val="00792F4E"/>
    <w:rsid w:val="0079398D"/>
    <w:rsid w:val="00796C25"/>
    <w:rsid w:val="00797706"/>
    <w:rsid w:val="007A287C"/>
    <w:rsid w:val="007A3041"/>
    <w:rsid w:val="007A3B2A"/>
    <w:rsid w:val="007B1F83"/>
    <w:rsid w:val="007B5099"/>
    <w:rsid w:val="007B5522"/>
    <w:rsid w:val="007C0EE0"/>
    <w:rsid w:val="007C1875"/>
    <w:rsid w:val="007C1B71"/>
    <w:rsid w:val="007C2FBB"/>
    <w:rsid w:val="007C5EF7"/>
    <w:rsid w:val="007C7164"/>
    <w:rsid w:val="007D1984"/>
    <w:rsid w:val="007D2AFE"/>
    <w:rsid w:val="007E3FEA"/>
    <w:rsid w:val="007E7D44"/>
    <w:rsid w:val="007F0A0B"/>
    <w:rsid w:val="007F3A60"/>
    <w:rsid w:val="007F3D0B"/>
    <w:rsid w:val="007F5EFA"/>
    <w:rsid w:val="007F78AD"/>
    <w:rsid w:val="007F7C94"/>
    <w:rsid w:val="00802350"/>
    <w:rsid w:val="00810E4B"/>
    <w:rsid w:val="00814BAA"/>
    <w:rsid w:val="00824295"/>
    <w:rsid w:val="008313F3"/>
    <w:rsid w:val="008357D1"/>
    <w:rsid w:val="008374E6"/>
    <w:rsid w:val="0084006E"/>
    <w:rsid w:val="008405BB"/>
    <w:rsid w:val="00846494"/>
    <w:rsid w:val="008479AD"/>
    <w:rsid w:val="00847B20"/>
    <w:rsid w:val="008509D3"/>
    <w:rsid w:val="00853418"/>
    <w:rsid w:val="0085531D"/>
    <w:rsid w:val="00857CF6"/>
    <w:rsid w:val="008610ED"/>
    <w:rsid w:val="00861C6A"/>
    <w:rsid w:val="008645A4"/>
    <w:rsid w:val="00865199"/>
    <w:rsid w:val="00867EAF"/>
    <w:rsid w:val="00872D7E"/>
    <w:rsid w:val="00873C6B"/>
    <w:rsid w:val="00874045"/>
    <w:rsid w:val="0088426A"/>
    <w:rsid w:val="008852BA"/>
    <w:rsid w:val="00890108"/>
    <w:rsid w:val="00893877"/>
    <w:rsid w:val="0089532C"/>
    <w:rsid w:val="00896165"/>
    <w:rsid w:val="008961CC"/>
    <w:rsid w:val="00896681"/>
    <w:rsid w:val="00896B1B"/>
    <w:rsid w:val="008A2749"/>
    <w:rsid w:val="008A3A90"/>
    <w:rsid w:val="008B06D4"/>
    <w:rsid w:val="008B48F0"/>
    <w:rsid w:val="008B4F20"/>
    <w:rsid w:val="008B7FFD"/>
    <w:rsid w:val="008C2920"/>
    <w:rsid w:val="008C4307"/>
    <w:rsid w:val="008D23DF"/>
    <w:rsid w:val="008D2417"/>
    <w:rsid w:val="008D73BF"/>
    <w:rsid w:val="008D7F09"/>
    <w:rsid w:val="008E20EF"/>
    <w:rsid w:val="008E5B64"/>
    <w:rsid w:val="008E7DAA"/>
    <w:rsid w:val="008F0094"/>
    <w:rsid w:val="008F340F"/>
    <w:rsid w:val="008F3F5A"/>
    <w:rsid w:val="0090231D"/>
    <w:rsid w:val="00903523"/>
    <w:rsid w:val="0090460C"/>
    <w:rsid w:val="0090659A"/>
    <w:rsid w:val="009074BE"/>
    <w:rsid w:val="00911080"/>
    <w:rsid w:val="00915970"/>
    <w:rsid w:val="00915986"/>
    <w:rsid w:val="00917624"/>
    <w:rsid w:val="00924C96"/>
    <w:rsid w:val="00930386"/>
    <w:rsid w:val="009309F5"/>
    <w:rsid w:val="00933237"/>
    <w:rsid w:val="00933F28"/>
    <w:rsid w:val="009352B7"/>
    <w:rsid w:val="00947140"/>
    <w:rsid w:val="009476C0"/>
    <w:rsid w:val="009515FB"/>
    <w:rsid w:val="00956ABB"/>
    <w:rsid w:val="00963E34"/>
    <w:rsid w:val="00964DFA"/>
    <w:rsid w:val="00970FBE"/>
    <w:rsid w:val="009727AC"/>
    <w:rsid w:val="00975174"/>
    <w:rsid w:val="0098155C"/>
    <w:rsid w:val="00983B77"/>
    <w:rsid w:val="009941B3"/>
    <w:rsid w:val="00996053"/>
    <w:rsid w:val="009A0B2F"/>
    <w:rsid w:val="009A1CF4"/>
    <w:rsid w:val="009A37D7"/>
    <w:rsid w:val="009A4E17"/>
    <w:rsid w:val="009A61EE"/>
    <w:rsid w:val="009A649D"/>
    <w:rsid w:val="009A6955"/>
    <w:rsid w:val="009B341C"/>
    <w:rsid w:val="009B3D12"/>
    <w:rsid w:val="009B5747"/>
    <w:rsid w:val="009C4976"/>
    <w:rsid w:val="009C5E67"/>
    <w:rsid w:val="009C6ACD"/>
    <w:rsid w:val="009D00FA"/>
    <w:rsid w:val="009D22D1"/>
    <w:rsid w:val="009D2C27"/>
    <w:rsid w:val="009D4AF4"/>
    <w:rsid w:val="009D4C3E"/>
    <w:rsid w:val="009D7BCE"/>
    <w:rsid w:val="009E2309"/>
    <w:rsid w:val="009E42B9"/>
    <w:rsid w:val="009F1151"/>
    <w:rsid w:val="009F1E57"/>
    <w:rsid w:val="009F47B9"/>
    <w:rsid w:val="009F4C2E"/>
    <w:rsid w:val="00A014A3"/>
    <w:rsid w:val="00A0412D"/>
    <w:rsid w:val="00A205C5"/>
    <w:rsid w:val="00A21211"/>
    <w:rsid w:val="00A32C12"/>
    <w:rsid w:val="00A34E7F"/>
    <w:rsid w:val="00A40148"/>
    <w:rsid w:val="00A403A9"/>
    <w:rsid w:val="00A46F0A"/>
    <w:rsid w:val="00A46F25"/>
    <w:rsid w:val="00A47CC2"/>
    <w:rsid w:val="00A502BA"/>
    <w:rsid w:val="00A52FAB"/>
    <w:rsid w:val="00A57E10"/>
    <w:rsid w:val="00A60146"/>
    <w:rsid w:val="00A61CDF"/>
    <w:rsid w:val="00A622C4"/>
    <w:rsid w:val="00A6283D"/>
    <w:rsid w:val="00A7495F"/>
    <w:rsid w:val="00A754B4"/>
    <w:rsid w:val="00A807C1"/>
    <w:rsid w:val="00A83374"/>
    <w:rsid w:val="00A91A58"/>
    <w:rsid w:val="00A95ED1"/>
    <w:rsid w:val="00A96172"/>
    <w:rsid w:val="00AA4AF0"/>
    <w:rsid w:val="00AA78B5"/>
    <w:rsid w:val="00AB0D6A"/>
    <w:rsid w:val="00AB147C"/>
    <w:rsid w:val="00AB3896"/>
    <w:rsid w:val="00AB43B3"/>
    <w:rsid w:val="00AB49B9"/>
    <w:rsid w:val="00AB758A"/>
    <w:rsid w:val="00AC027E"/>
    <w:rsid w:val="00AC0535"/>
    <w:rsid w:val="00AC1E7E"/>
    <w:rsid w:val="00AC505F"/>
    <w:rsid w:val="00AC507D"/>
    <w:rsid w:val="00AC66E4"/>
    <w:rsid w:val="00AD4578"/>
    <w:rsid w:val="00AD68E9"/>
    <w:rsid w:val="00AD75B6"/>
    <w:rsid w:val="00AE54D8"/>
    <w:rsid w:val="00AE56C0"/>
    <w:rsid w:val="00AF0219"/>
    <w:rsid w:val="00B00914"/>
    <w:rsid w:val="00B02A8E"/>
    <w:rsid w:val="00B052EE"/>
    <w:rsid w:val="00B1081F"/>
    <w:rsid w:val="00B13B4E"/>
    <w:rsid w:val="00B16E11"/>
    <w:rsid w:val="00B27499"/>
    <w:rsid w:val="00B3010D"/>
    <w:rsid w:val="00B309F9"/>
    <w:rsid w:val="00B34308"/>
    <w:rsid w:val="00B34533"/>
    <w:rsid w:val="00B34EF1"/>
    <w:rsid w:val="00B35151"/>
    <w:rsid w:val="00B3793F"/>
    <w:rsid w:val="00B428BA"/>
    <w:rsid w:val="00B433F2"/>
    <w:rsid w:val="00B458E8"/>
    <w:rsid w:val="00B465DB"/>
    <w:rsid w:val="00B517A9"/>
    <w:rsid w:val="00B51C01"/>
    <w:rsid w:val="00B534E6"/>
    <w:rsid w:val="00B5397B"/>
    <w:rsid w:val="00B62809"/>
    <w:rsid w:val="00B659A4"/>
    <w:rsid w:val="00B7675A"/>
    <w:rsid w:val="00B81898"/>
    <w:rsid w:val="00B83FFD"/>
    <w:rsid w:val="00B8606B"/>
    <w:rsid w:val="00B878E7"/>
    <w:rsid w:val="00B92B93"/>
    <w:rsid w:val="00B9337F"/>
    <w:rsid w:val="00B93F49"/>
    <w:rsid w:val="00B97278"/>
    <w:rsid w:val="00B97943"/>
    <w:rsid w:val="00BA1D0B"/>
    <w:rsid w:val="00BA6972"/>
    <w:rsid w:val="00BB1E0D"/>
    <w:rsid w:val="00BB451E"/>
    <w:rsid w:val="00BB4D9B"/>
    <w:rsid w:val="00BB73FF"/>
    <w:rsid w:val="00BB7688"/>
    <w:rsid w:val="00BC7CAC"/>
    <w:rsid w:val="00BD0C8F"/>
    <w:rsid w:val="00BD1FA5"/>
    <w:rsid w:val="00BD6D76"/>
    <w:rsid w:val="00BE2655"/>
    <w:rsid w:val="00BE409C"/>
    <w:rsid w:val="00BE56B3"/>
    <w:rsid w:val="00BE6B98"/>
    <w:rsid w:val="00BF04E8"/>
    <w:rsid w:val="00BF1001"/>
    <w:rsid w:val="00BF16BF"/>
    <w:rsid w:val="00BF380E"/>
    <w:rsid w:val="00BF4D1F"/>
    <w:rsid w:val="00C028D1"/>
    <w:rsid w:val="00C02A73"/>
    <w:rsid w:val="00C063D2"/>
    <w:rsid w:val="00C07FD9"/>
    <w:rsid w:val="00C10955"/>
    <w:rsid w:val="00C11C4D"/>
    <w:rsid w:val="00C1712C"/>
    <w:rsid w:val="00C2330B"/>
    <w:rsid w:val="00C23E16"/>
    <w:rsid w:val="00C27C1C"/>
    <w:rsid w:val="00C27E37"/>
    <w:rsid w:val="00C32713"/>
    <w:rsid w:val="00C351B8"/>
    <w:rsid w:val="00C410D9"/>
    <w:rsid w:val="00C435CA"/>
    <w:rsid w:val="00C44804"/>
    <w:rsid w:val="00C44DB7"/>
    <w:rsid w:val="00C4510A"/>
    <w:rsid w:val="00C47F2E"/>
    <w:rsid w:val="00C52BA6"/>
    <w:rsid w:val="00C57645"/>
    <w:rsid w:val="00C5777D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2967"/>
    <w:rsid w:val="00CA73D5"/>
    <w:rsid w:val="00CB0EBC"/>
    <w:rsid w:val="00CC1C87"/>
    <w:rsid w:val="00CC3000"/>
    <w:rsid w:val="00CC3140"/>
    <w:rsid w:val="00CC4859"/>
    <w:rsid w:val="00CC7A35"/>
    <w:rsid w:val="00CD072A"/>
    <w:rsid w:val="00CD794E"/>
    <w:rsid w:val="00CD7F73"/>
    <w:rsid w:val="00CE2116"/>
    <w:rsid w:val="00CE26C5"/>
    <w:rsid w:val="00CE36A7"/>
    <w:rsid w:val="00CE36AF"/>
    <w:rsid w:val="00CE54DD"/>
    <w:rsid w:val="00CE6B7C"/>
    <w:rsid w:val="00CF0DA5"/>
    <w:rsid w:val="00CF3043"/>
    <w:rsid w:val="00CF5D31"/>
    <w:rsid w:val="00CF5F3B"/>
    <w:rsid w:val="00CF791A"/>
    <w:rsid w:val="00D00D7D"/>
    <w:rsid w:val="00D1133C"/>
    <w:rsid w:val="00D139C8"/>
    <w:rsid w:val="00D141DD"/>
    <w:rsid w:val="00D17F81"/>
    <w:rsid w:val="00D20B47"/>
    <w:rsid w:val="00D2758C"/>
    <w:rsid w:val="00D275CA"/>
    <w:rsid w:val="00D2789B"/>
    <w:rsid w:val="00D345AB"/>
    <w:rsid w:val="00D37E60"/>
    <w:rsid w:val="00D40C5F"/>
    <w:rsid w:val="00D41566"/>
    <w:rsid w:val="00D458EC"/>
    <w:rsid w:val="00D46837"/>
    <w:rsid w:val="00D501B0"/>
    <w:rsid w:val="00D50F35"/>
    <w:rsid w:val="00D52582"/>
    <w:rsid w:val="00D56A0E"/>
    <w:rsid w:val="00D57AD3"/>
    <w:rsid w:val="00D635FE"/>
    <w:rsid w:val="00D70085"/>
    <w:rsid w:val="00D729DE"/>
    <w:rsid w:val="00D75B6A"/>
    <w:rsid w:val="00D81719"/>
    <w:rsid w:val="00D84BDA"/>
    <w:rsid w:val="00D855C8"/>
    <w:rsid w:val="00D85A7A"/>
    <w:rsid w:val="00D86B3B"/>
    <w:rsid w:val="00D876A8"/>
    <w:rsid w:val="00D87F26"/>
    <w:rsid w:val="00D9256C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626"/>
    <w:rsid w:val="00DC186F"/>
    <w:rsid w:val="00DC252F"/>
    <w:rsid w:val="00DC6050"/>
    <w:rsid w:val="00DD3086"/>
    <w:rsid w:val="00DD4135"/>
    <w:rsid w:val="00DD43EA"/>
    <w:rsid w:val="00DD5C68"/>
    <w:rsid w:val="00DE6F44"/>
    <w:rsid w:val="00DF633A"/>
    <w:rsid w:val="00E00F53"/>
    <w:rsid w:val="00E037D9"/>
    <w:rsid w:val="00E04927"/>
    <w:rsid w:val="00E130EB"/>
    <w:rsid w:val="00E162CD"/>
    <w:rsid w:val="00E16BA3"/>
    <w:rsid w:val="00E1720A"/>
    <w:rsid w:val="00E17FA5"/>
    <w:rsid w:val="00E21898"/>
    <w:rsid w:val="00E26930"/>
    <w:rsid w:val="00E27257"/>
    <w:rsid w:val="00E30377"/>
    <w:rsid w:val="00E30F83"/>
    <w:rsid w:val="00E3206D"/>
    <w:rsid w:val="00E32F32"/>
    <w:rsid w:val="00E354D4"/>
    <w:rsid w:val="00E35A5A"/>
    <w:rsid w:val="00E37F47"/>
    <w:rsid w:val="00E449D0"/>
    <w:rsid w:val="00E4506A"/>
    <w:rsid w:val="00E53F99"/>
    <w:rsid w:val="00E56510"/>
    <w:rsid w:val="00E61A99"/>
    <w:rsid w:val="00E62AE9"/>
    <w:rsid w:val="00E62EA8"/>
    <w:rsid w:val="00E67A6E"/>
    <w:rsid w:val="00E71B43"/>
    <w:rsid w:val="00E80AA6"/>
    <w:rsid w:val="00E81612"/>
    <w:rsid w:val="00E87D18"/>
    <w:rsid w:val="00E87D62"/>
    <w:rsid w:val="00E92793"/>
    <w:rsid w:val="00EA486E"/>
    <w:rsid w:val="00EA4FA3"/>
    <w:rsid w:val="00EB001B"/>
    <w:rsid w:val="00EB3082"/>
    <w:rsid w:val="00EB6C33"/>
    <w:rsid w:val="00ED3238"/>
    <w:rsid w:val="00ED6019"/>
    <w:rsid w:val="00ED7830"/>
    <w:rsid w:val="00EE38A2"/>
    <w:rsid w:val="00EE3909"/>
    <w:rsid w:val="00EF3F92"/>
    <w:rsid w:val="00EF4205"/>
    <w:rsid w:val="00EF5939"/>
    <w:rsid w:val="00EF7327"/>
    <w:rsid w:val="00F01714"/>
    <w:rsid w:val="00F0258F"/>
    <w:rsid w:val="00F025B0"/>
    <w:rsid w:val="00F02D06"/>
    <w:rsid w:val="00F036AD"/>
    <w:rsid w:val="00F05336"/>
    <w:rsid w:val="00F056E5"/>
    <w:rsid w:val="00F06FDD"/>
    <w:rsid w:val="00F10819"/>
    <w:rsid w:val="00F16F35"/>
    <w:rsid w:val="00F2229D"/>
    <w:rsid w:val="00F25ABB"/>
    <w:rsid w:val="00F27963"/>
    <w:rsid w:val="00F30446"/>
    <w:rsid w:val="00F406D4"/>
    <w:rsid w:val="00F4135D"/>
    <w:rsid w:val="00F41F1B"/>
    <w:rsid w:val="00F46BD9"/>
    <w:rsid w:val="00F5626C"/>
    <w:rsid w:val="00F60BE0"/>
    <w:rsid w:val="00F60E11"/>
    <w:rsid w:val="00F6280E"/>
    <w:rsid w:val="00F7050A"/>
    <w:rsid w:val="00F75533"/>
    <w:rsid w:val="00F76808"/>
    <w:rsid w:val="00F84C28"/>
    <w:rsid w:val="00F85D82"/>
    <w:rsid w:val="00F92728"/>
    <w:rsid w:val="00FA332F"/>
    <w:rsid w:val="00FA3811"/>
    <w:rsid w:val="00FA3B9F"/>
    <w:rsid w:val="00FA3F06"/>
    <w:rsid w:val="00FA4356"/>
    <w:rsid w:val="00FA4A26"/>
    <w:rsid w:val="00FA7084"/>
    <w:rsid w:val="00FA7BEF"/>
    <w:rsid w:val="00FB1929"/>
    <w:rsid w:val="00FB5FD9"/>
    <w:rsid w:val="00FC0581"/>
    <w:rsid w:val="00FD33AB"/>
    <w:rsid w:val="00FD4724"/>
    <w:rsid w:val="00FD4A68"/>
    <w:rsid w:val="00FD68ED"/>
    <w:rsid w:val="00FE2824"/>
    <w:rsid w:val="00FE661F"/>
    <w:rsid w:val="00FF0400"/>
    <w:rsid w:val="00FF280D"/>
    <w:rsid w:val="00FF3D6B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15415"/>
  <w15:docId w15:val="{79193A94-C4B4-407B-AC9C-898AE181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495F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F036A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F036A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02636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02636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8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link w:val="Heading3"/>
    <w:uiPriority w:val="9"/>
    <w:semiHidden/>
    <w:rsid w:val="00A7495F"/>
    <w:rPr>
      <w:rFonts w:ascii="Cambria" w:eastAsia="Times New Roman" w:hAnsi="Cambria" w:cs="Times New Roman"/>
      <w:b/>
      <w:bCs/>
      <w:sz w:val="26"/>
      <w:szCs w:val="26"/>
    </w:rPr>
  </w:style>
  <w:style w:type="paragraph" w:styleId="Index8">
    <w:name w:val="index 8"/>
    <w:basedOn w:val="Normal"/>
    <w:next w:val="Normal"/>
    <w:autoRedefine/>
    <w:semiHidden/>
    <w:rsid w:val="00A7495F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E2189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73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yperlink" Target="https://www.facebook.com/policies" TargetMode="External"/><Relationship Id="rId13" Type="http://schemas.openxmlformats.org/officeDocument/2006/relationships/hyperlink" Target="https://www.dropbox.com/terms201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apple.com/legal/internet-services/icloud/en/terms.html" TargetMode="External"/><Relationship Id="rId17" Type="http://schemas.openxmlformats.org/officeDocument/2006/relationships/hyperlink" Target="http://www.legalgenealogist.com/blog/2014/02/24/terms-of-use-change-dropbox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mericanbar.org/publications/law_practice_today_home/law_practice_today_archive/april12/have-attorneys-read-the-icloud-terms-and-conditions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bout.pinterest.com/en/terms-servic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telegraph.co.uk/technology/social-media/9780565/Facebook-terms-and-conditions-why-you-dont-own-your-online-life.html" TargetMode="External"/><Relationship Id="rId23" Type="http://schemas.microsoft.com/office/2011/relationships/people" Target="people.xml"/><Relationship Id="rId10" Type="http://schemas.openxmlformats.org/officeDocument/2006/relationships/hyperlink" Target="https://twitter.com/tos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nstagram.com/legal/terms/" TargetMode="External"/><Relationship Id="rId14" Type="http://schemas.openxmlformats.org/officeDocument/2006/relationships/hyperlink" Target="http://windows.microsoft.com/en-us/windows/microsoft-services-agreement" TargetMode="External"/><Relationship Id="rId22" Type="http://schemas.openxmlformats.org/officeDocument/2006/relationships/fontTable" Target="fontTable.xml"/>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?>
<Relationships xmlns="http://schemas.openxmlformats.org/package/2006/relationships"><Relationship Id="rId1" Type="http://schemas.openxmlformats.org/officeDocument/2006/relationships/attachedTemplate" Target="file:///C:\Users\spennock\AppData\Roaming\Microsoft\Templates\Lab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AB489-8F78-45D3-BEF9-79E91FF07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Lab_Template.dotx</Template>
  <TotalTime>7</TotalTime>
  <Pages>3</Pages>
  <Words>835</Words>
  <Characters>5209</Characters>
  <Application>Microsoft Office Word</Application>
  <DocSecurity>0</DocSecurity>
  <Lines>84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Suk-yi Pennock</dc:creator>
  <cp:lastModifiedBy>Sukyi</cp:lastModifiedBy>
  <cp:revision>9</cp:revision>
  <cp:lastPrinted>2014-06-20T22:17:00Z</cp:lastPrinted>
  <dcterms:created xsi:type="dcterms:W3CDTF">2016-02-18T15:13:00Z</dcterms:created>
  <dcterms:modified xsi:type="dcterms:W3CDTF">2017-11-30T19:14:00Z</dcterms:modified>
</cp:coreProperties>
</file>